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161D36" w14:paraId="623DBEDD" w14:textId="77777777" w:rsidTr="007270E0">
        <w:trPr>
          <w:trHeight w:val="851"/>
        </w:trPr>
        <w:tc>
          <w:tcPr>
            <w:tcW w:w="4366" w:type="dxa"/>
            <w:tcBorders>
              <w:top w:val="nil"/>
              <w:left w:val="nil"/>
              <w:bottom w:val="nil"/>
              <w:right w:val="nil"/>
            </w:tcBorders>
          </w:tcPr>
          <w:p w14:paraId="5C73D1A0" w14:textId="77777777" w:rsidR="002B4EDF" w:rsidRPr="0036102E" w:rsidRDefault="00AF7B4B" w:rsidP="00977EA0">
            <w:pPr>
              <w:spacing w:after="240"/>
              <w:jc w:val="both"/>
            </w:pPr>
            <w:r w:rsidRPr="00AF7B4B">
              <w:rPr>
                <w:i/>
              </w:rPr>
              <w:t xml:space="preserve">Identification du </w:t>
            </w:r>
            <w:r w:rsidR="00977EA0">
              <w:rPr>
                <w:i/>
              </w:rPr>
              <w:t>candidat</w:t>
            </w:r>
            <w:r w:rsidRPr="00AF7B4B">
              <w:rPr>
                <w:i/>
              </w:rPr>
              <w:t xml:space="preserve">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940ED" w14:paraId="435F32D2" w14:textId="77777777" w:rsidTr="007270E0">
        <w:trPr>
          <w:trHeight w:hRule="exact" w:val="3970"/>
        </w:trPr>
        <w:tc>
          <w:tcPr>
            <w:tcW w:w="3119" w:type="dxa"/>
            <w:tcBorders>
              <w:top w:val="nil"/>
              <w:left w:val="nil"/>
              <w:bottom w:val="nil"/>
              <w:right w:val="nil"/>
            </w:tcBorders>
          </w:tcPr>
          <w:p w14:paraId="75D01905" w14:textId="77777777" w:rsidR="007270E0" w:rsidRPr="007D1C4B" w:rsidRDefault="004E540A" w:rsidP="007270E0">
            <w:pPr>
              <w:tabs>
                <w:tab w:val="left" w:pos="360"/>
              </w:tabs>
              <w:rPr>
                <w:rFonts w:ascii="Montserrat" w:hAnsi="Montserrat"/>
                <w:sz w:val="18"/>
                <w:szCs w:val="18"/>
              </w:rPr>
            </w:pPr>
            <w:r>
              <w:rPr>
                <w:rFonts w:ascii="Montserrat" w:hAnsi="Montserrat"/>
                <w:b/>
                <w:noProof/>
                <w:sz w:val="18"/>
                <w:szCs w:val="18"/>
                <w:lang w:eastAsia="fr-FR"/>
              </w:rPr>
              <mc:AlternateContent>
                <mc:Choice Requires="wps">
                  <w:drawing>
                    <wp:anchor distT="0" distB="0" distL="114300" distR="114300" simplePos="0" relativeHeight="251658240" behindDoc="0" locked="1" layoutInCell="0" allowOverlap="1" wp14:anchorId="27E2485D" wp14:editId="2EFEE20A">
                      <wp:simplePos x="0" y="0"/>
                      <wp:positionH relativeFrom="column">
                        <wp:posOffset>3175</wp:posOffset>
                      </wp:positionH>
                      <wp:positionV relativeFrom="page">
                        <wp:posOffset>91440</wp:posOffset>
                      </wp:positionV>
                      <wp:extent cx="1784350" cy="4371975"/>
                      <wp:effectExtent l="0" t="0" r="6350" b="9525"/>
                      <wp:wrapTight wrapText="bothSides">
                        <wp:wrapPolygon edited="0">
                          <wp:start x="0" y="0"/>
                          <wp:lineTo x="0" y="21553"/>
                          <wp:lineTo x="21446" y="21553"/>
                          <wp:lineTo x="21446" y="0"/>
                          <wp:lineTo x="0" y="0"/>
                        </wp:wrapPolygon>
                      </wp:wrapTight>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0" cy="4371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15535" w14:textId="77777777"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14:anchorId="12960024" wp14:editId="1F901DBA">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7C3B65"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" fillcolor="gray" stroked="f">
                                            <w10:anchorlock/>
                                          </v:rect>
                                        </w:pict>
                                      </mc:Fallback>
                                    </mc:AlternateContent>
                                  </w:r>
                                </w:p>
                                <w:p w14:paraId="537E8E92" w14:textId="77777777"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14:paraId="39305959"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14:paraId="0EE06ACD"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14:paraId="526DE82E" w14:textId="77777777"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14:paraId="5D70FEE8" w14:textId="77777777"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14:paraId="52EFEE16" w14:textId="77777777"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14:paraId="598D99BB" w14:textId="77777777" w:rsidR="00382644" w:rsidRDefault="00382644" w:rsidP="00241AB2">
                                  <w:pPr>
                                    <w:rPr>
                                      <w:rFonts w:ascii="Calibri" w:hAnsi="Calibri" w:cs="Calibri"/>
                                      <w:b/>
                                      <w:color w:val="0000FF"/>
                                      <w:sz w:val="18"/>
                                      <w:szCs w:val="18"/>
                                      <w:u w:val="thick"/>
                                    </w:rPr>
                                  </w:pPr>
                                </w:p>
                                <w:p w14:paraId="284F8FAC" w14:textId="77777777"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14:paraId="0F47932D" w14:textId="77777777"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14:paraId="47E5E915" w14:textId="77777777"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Ziara SAROUMI</w:t>
                                  </w:r>
                                </w:p>
                                <w:p w14:paraId="5A2BAC42" w14:textId="77777777" w:rsidR="004E540A" w:rsidRPr="001627DC" w:rsidRDefault="004E540A" w:rsidP="0073231A">
                                  <w:pPr>
                                    <w:spacing w:line="240" w:lineRule="auto"/>
                                    <w:rPr>
                                      <w:rFonts w:ascii="Calibri" w:hAnsi="Calibri" w:cs="Calibri"/>
                                      <w:sz w:val="16"/>
                                      <w:szCs w:val="16"/>
                                    </w:rPr>
                                  </w:pPr>
                                  <w:r w:rsidRPr="001627DC">
                                    <w:rPr>
                                      <w:rFonts w:ascii="Calibri" w:hAnsi="Calibri" w:cs="Calibri"/>
                                      <w:sz w:val="16"/>
                                      <w:szCs w:val="16"/>
                                    </w:rPr>
                                    <w:t>Responsable Cellule marché</w:t>
                                  </w:r>
                                  <w:r w:rsidR="00382644">
                                    <w:rPr>
                                      <w:rFonts w:ascii="Calibri" w:hAnsi="Calibri" w:cs="Calibri"/>
                                      <w:sz w:val="16"/>
                                      <w:szCs w:val="16"/>
                                    </w:rPr>
                                    <w:t>s</w:t>
                                  </w:r>
                                </w:p>
                                <w:p w14:paraId="587C53D1" w14:textId="77777777"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Tel : 01 42 49 92 83</w:t>
                                  </w:r>
                                </w:p>
                                <w:p w14:paraId="34A84BB9" w14:textId="77777777" w:rsidR="0073231A" w:rsidRPr="001627DC" w:rsidRDefault="004E540A" w:rsidP="0073231A">
                                  <w:pPr>
                                    <w:spacing w:line="240" w:lineRule="auto"/>
                                    <w:rPr>
                                      <w:rFonts w:ascii="Calibri" w:hAnsi="Calibri" w:cs="Calibri"/>
                                      <w:i/>
                                      <w:sz w:val="16"/>
                                      <w:szCs w:val="16"/>
                                    </w:rPr>
                                  </w:pPr>
                                  <w:r w:rsidRPr="001627DC">
                                    <w:rPr>
                                      <w:rFonts w:ascii="Calibri" w:hAnsi="Calibri" w:cs="Calibri"/>
                                      <w:sz w:val="16"/>
                                      <w:szCs w:val="16"/>
                                    </w:rPr>
                                    <w:sym w:font="Wingdings" w:char="F02B"/>
                                  </w:r>
                                  <w:r w:rsidRPr="001627DC">
                                    <w:rPr>
                                      <w:rFonts w:ascii="Calibri" w:hAnsi="Calibri" w:cs="Calibri"/>
                                      <w:sz w:val="16"/>
                                      <w:szCs w:val="16"/>
                                    </w:rPr>
                                    <w:t xml:space="preserve"> : </w:t>
                                  </w:r>
                                  <w:hyperlink r:id="rId8" w:history="1">
                                    <w:r w:rsidRPr="001627DC">
                                      <w:rPr>
                                        <w:rStyle w:val="Lienhypertexte"/>
                                        <w:rFonts w:ascii="Calibri" w:hAnsi="Calibri" w:cs="Calibri"/>
                                        <w:i/>
                                        <w:sz w:val="16"/>
                                        <w:szCs w:val="16"/>
                                      </w:rPr>
                                      <w:t>ziara.saroumi@aphp.fr</w:t>
                                    </w:r>
                                  </w:hyperlink>
                                </w:p>
                                <w:p w14:paraId="376DC708" w14:textId="77777777" w:rsidR="0073231A" w:rsidRPr="001627DC" w:rsidRDefault="0073231A" w:rsidP="0073231A">
                                  <w:pPr>
                                    <w:spacing w:line="240" w:lineRule="auto"/>
                                    <w:rPr>
                                      <w:rFonts w:ascii="Calibri" w:hAnsi="Calibri" w:cs="Calibri"/>
                                      <w:i/>
                                      <w:sz w:val="16"/>
                                      <w:szCs w:val="16"/>
                                    </w:rPr>
                                  </w:pPr>
                                </w:p>
                                <w:p w14:paraId="09795B0C" w14:textId="77777777" w:rsidR="0073231A" w:rsidRPr="00397DCE" w:rsidRDefault="0073231A" w:rsidP="004E540A">
                                  <w:pPr>
                                    <w:contextualSpacing/>
                                    <w:rPr>
                                      <w:rFonts w:ascii="Open Sans" w:hAnsi="Open Sans" w:cs="Open Sans"/>
                                      <w:b/>
                                      <w:sz w:val="16"/>
                                      <w:szCs w:val="16"/>
                                    </w:rPr>
                                  </w:pPr>
                                </w:p>
                                <w:p w14:paraId="0FA6865F" w14:textId="77777777" w:rsidR="004E540A" w:rsidRPr="00397DCE" w:rsidRDefault="004E540A" w:rsidP="004E540A">
                                  <w:pPr>
                                    <w:contextualSpacing/>
                                    <w:rPr>
                                      <w:rFonts w:ascii="Open Sans" w:hAnsi="Open Sans" w:cs="Open Sans"/>
                                      <w:b/>
                                      <w:sz w:val="16"/>
                                      <w:szCs w:val="16"/>
                                    </w:rPr>
                                  </w:pPr>
                                </w:p>
                                <w:p w14:paraId="027DA808" w14:textId="77777777" w:rsidR="008506C3" w:rsidRDefault="008506C3" w:rsidP="004E540A">
                                  <w:pPr>
                                    <w:contextualSpacing/>
                                    <w:rPr>
                                      <w:rFonts w:ascii="Open Sans" w:hAnsi="Open Sans" w:cs="Open Sans"/>
                                      <w:b/>
                                      <w:sz w:val="16"/>
                                      <w:szCs w:val="16"/>
                                    </w:rPr>
                                  </w:pPr>
                                </w:p>
                                <w:p w14:paraId="29A3F341" w14:textId="77777777" w:rsidR="008506C3" w:rsidRDefault="008506C3" w:rsidP="004E540A">
                                  <w:pPr>
                                    <w:contextualSpacing/>
                                    <w:rPr>
                                      <w:rFonts w:ascii="Open Sans" w:hAnsi="Open Sans" w:cs="Open Sans"/>
                                      <w:b/>
                                      <w:sz w:val="16"/>
                                      <w:szCs w:val="16"/>
                                    </w:rPr>
                                  </w:pPr>
                                </w:p>
                                <w:p w14:paraId="11B7CEDF" w14:textId="77777777" w:rsidR="008506C3" w:rsidRDefault="008506C3" w:rsidP="004E540A">
                                  <w:pPr>
                                    <w:contextualSpacing/>
                                    <w:rPr>
                                      <w:rFonts w:ascii="Open Sans" w:hAnsi="Open Sans" w:cs="Open Sans"/>
                                      <w:b/>
                                      <w:sz w:val="16"/>
                                      <w:szCs w:val="16"/>
                                    </w:rPr>
                                  </w:pPr>
                                </w:p>
                                <w:p w14:paraId="53880BB7" w14:textId="77777777" w:rsidR="008506C3" w:rsidRDefault="008506C3" w:rsidP="004E540A">
                                  <w:pPr>
                                    <w:contextualSpacing/>
                                    <w:rPr>
                                      <w:rFonts w:ascii="Open Sans" w:hAnsi="Open Sans" w:cs="Open Sans"/>
                                      <w:b/>
                                      <w:sz w:val="16"/>
                                      <w:szCs w:val="16"/>
                                    </w:rPr>
                                  </w:pPr>
                                </w:p>
                                <w:p w14:paraId="253648FE" w14:textId="77777777" w:rsidR="008506C3" w:rsidRPr="008F157D" w:rsidRDefault="008506C3" w:rsidP="004E540A">
                                  <w:pPr>
                                    <w:contextualSpacing/>
                                    <w:rPr>
                                      <w:rFonts w:ascii="Open Sans" w:hAnsi="Open Sans" w:cs="Open Sans"/>
                                      <w:b/>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margin-left:.25pt;margin-top:7.2pt;width:140.5pt;height:3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" o:allowincell="f" stroked="f">
                      <v:textbox>
                        <w:txbxContent>
                          <w:p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B5FAF4"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" fillcolor="gray" stroked="f">
                                      <w10:anchorlock/>
                                    </v:rect>
                                  </w:pict>
                                </mc:Fallback>
                              </mc:AlternateContent>
                            </w:r>
                          </w:p>
                          <w:p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rsidR="00382644" w:rsidRDefault="00382644" w:rsidP="00241AB2">
                            <w:pPr>
                              <w:rPr>
                                <w:rFonts w:ascii="Calibri" w:hAnsi="Calibri" w:cs="Calibri"/>
                                <w:b/>
                                <w:color w:val="0000FF"/>
                                <w:sz w:val="18"/>
                                <w:szCs w:val="18"/>
                                <w:u w:val="thick"/>
                              </w:rPr>
                            </w:pPr>
                          </w:p>
                          <w:p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Ziara SAROUMI</w:t>
                            </w:r>
                          </w:p>
                          <w:p w:rsidR="004E540A" w:rsidRPr="001627DC" w:rsidRDefault="004E540A" w:rsidP="0073231A">
                            <w:pPr>
                              <w:spacing w:line="240" w:lineRule="auto"/>
                              <w:rPr>
                                <w:rFonts w:ascii="Calibri" w:hAnsi="Calibri" w:cs="Calibri"/>
                                <w:sz w:val="16"/>
                                <w:szCs w:val="16"/>
                              </w:rPr>
                            </w:pPr>
                            <w:r w:rsidRPr="001627DC">
                              <w:rPr>
                                <w:rFonts w:ascii="Calibri" w:hAnsi="Calibri" w:cs="Calibri"/>
                                <w:sz w:val="16"/>
                                <w:szCs w:val="16"/>
                              </w:rPr>
                              <w:t>Responsable Cellule marché</w:t>
                            </w:r>
                            <w:r w:rsidR="00382644">
                              <w:rPr>
                                <w:rFonts w:ascii="Calibri" w:hAnsi="Calibri" w:cs="Calibri"/>
                                <w:sz w:val="16"/>
                                <w:szCs w:val="16"/>
                              </w:rPr>
                              <w:t>s</w:t>
                            </w:r>
                          </w:p>
                          <w:p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Tel : 01 42 49 92 83</w:t>
                            </w:r>
                          </w:p>
                          <w:p w:rsidR="0073231A" w:rsidRPr="001627DC" w:rsidRDefault="004E540A" w:rsidP="0073231A">
                            <w:pPr>
                              <w:spacing w:line="240" w:lineRule="auto"/>
                              <w:rPr>
                                <w:rFonts w:ascii="Calibri" w:hAnsi="Calibri" w:cs="Calibri"/>
                                <w:i/>
                                <w:sz w:val="16"/>
                                <w:szCs w:val="16"/>
                              </w:rPr>
                            </w:pPr>
                            <w:r w:rsidRPr="001627DC">
                              <w:rPr>
                                <w:rFonts w:ascii="Calibri" w:hAnsi="Calibri" w:cs="Calibri"/>
                                <w:sz w:val="16"/>
                                <w:szCs w:val="16"/>
                              </w:rPr>
                              <w:sym w:font="Wingdings" w:char="F02B"/>
                            </w:r>
                            <w:r w:rsidRPr="001627DC">
                              <w:rPr>
                                <w:rFonts w:ascii="Calibri" w:hAnsi="Calibri" w:cs="Calibri"/>
                                <w:sz w:val="16"/>
                                <w:szCs w:val="16"/>
                              </w:rPr>
                              <w:t xml:space="preserve"> : </w:t>
                            </w:r>
                            <w:hyperlink r:id="rId9" w:history="1">
                              <w:r w:rsidRPr="001627DC">
                                <w:rPr>
                                  <w:rStyle w:val="Lienhypertexte"/>
                                  <w:rFonts w:ascii="Calibri" w:hAnsi="Calibri" w:cs="Calibri"/>
                                  <w:i/>
                                  <w:sz w:val="16"/>
                                  <w:szCs w:val="16"/>
                                </w:rPr>
                                <w:t>ziara.saroumi@aphp.fr</w:t>
                              </w:r>
                            </w:hyperlink>
                          </w:p>
                          <w:p w:rsidR="0073231A" w:rsidRPr="001627DC" w:rsidRDefault="0073231A" w:rsidP="0073231A">
                            <w:pPr>
                              <w:spacing w:line="240" w:lineRule="auto"/>
                              <w:rPr>
                                <w:rFonts w:ascii="Calibri" w:hAnsi="Calibri" w:cs="Calibri"/>
                                <w:i/>
                                <w:sz w:val="16"/>
                                <w:szCs w:val="16"/>
                              </w:rPr>
                            </w:pPr>
                          </w:p>
                          <w:p w:rsidR="0073231A" w:rsidRPr="00397DCE" w:rsidRDefault="0073231A" w:rsidP="004E540A">
                            <w:pPr>
                              <w:contextualSpacing/>
                              <w:rPr>
                                <w:rFonts w:ascii="Open Sans" w:hAnsi="Open Sans" w:cs="Open Sans"/>
                                <w:b/>
                                <w:sz w:val="16"/>
                                <w:szCs w:val="16"/>
                              </w:rPr>
                            </w:pPr>
                          </w:p>
                          <w:p w:rsidR="004E540A" w:rsidRPr="00397DCE" w:rsidRDefault="004E540A"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Pr="008F157D" w:rsidRDefault="008506C3" w:rsidP="004E540A">
                            <w:pPr>
                              <w:contextualSpacing/>
                              <w:rPr>
                                <w:rFonts w:ascii="Open Sans" w:hAnsi="Open Sans" w:cs="Open Sans"/>
                                <w:b/>
                                <w:sz w:val="16"/>
                                <w:szCs w:val="16"/>
                              </w:rPr>
                            </w:pPr>
                          </w:p>
                        </w:txbxContent>
                      </v:textbox>
                      <w10:wrap type="tight" anchory="page"/>
                      <w10:anchorlock/>
                    </v:shape>
                  </w:pict>
                </mc:Fallback>
              </mc:AlternateContent>
            </w:r>
          </w:p>
          <w:p w14:paraId="4B5CD4DE" w14:textId="77777777" w:rsidR="006940ED" w:rsidRDefault="006940ED" w:rsidP="00E66071">
            <w:pPr>
              <w:tabs>
                <w:tab w:val="left" w:pos="360"/>
              </w:tabs>
            </w:pPr>
          </w:p>
        </w:tc>
      </w:tr>
    </w:tbl>
    <w:p w14:paraId="362D8AE4" w14:textId="77777777" w:rsidR="006940ED" w:rsidRPr="00462092" w:rsidRDefault="00462092" w:rsidP="007270E0">
      <w:pPr>
        <w:pStyle w:val="Titre-Bleu"/>
        <w:spacing w:after="240" w:line="240" w:lineRule="auto"/>
      </w:pPr>
      <w:r w:rsidRPr="00462092">
        <w:rPr>
          <w:bdr w:val="single" w:sz="48" w:space="0" w:color="0C479D" w:themeColor="text2"/>
        </w:rPr>
        <w:t>A</w:t>
      </w:r>
      <w:r w:rsidR="00AF7B4B" w:rsidRPr="00462092">
        <w:rPr>
          <w:bdr w:val="single" w:sz="48" w:space="0" w:color="0C479D" w:themeColor="text2"/>
        </w:rPr>
        <w:t>TTESTATION</w:t>
      </w:r>
    </w:p>
    <w:p w14:paraId="0C361630" w14:textId="77777777" w:rsidR="008D77DD" w:rsidRPr="00EB3FE0" w:rsidRDefault="00ED1930" w:rsidP="007270E0">
      <w:pPr>
        <w:pStyle w:val="Texte-Date"/>
        <w:spacing w:before="400" w:after="240" w:line="240" w:lineRule="auto"/>
        <w:rPr>
          <w:sz w:val="18"/>
        </w:rPr>
      </w:pPr>
      <w:r w:rsidRPr="00EB3FE0">
        <w:rPr>
          <w:sz w:val="18"/>
        </w:rPr>
        <w:t xml:space="preserve">Le </w:t>
      </w:r>
      <w:r w:rsidR="002C1A2B">
        <w:rPr>
          <w:sz w:val="18"/>
        </w:rPr>
        <w:t>…………………………………..</w:t>
      </w:r>
    </w:p>
    <w:p w14:paraId="11FDDC3F" w14:textId="77777777" w:rsidR="000D5811" w:rsidRPr="007270E0" w:rsidRDefault="000D5811" w:rsidP="007270E0">
      <w:pPr>
        <w:pStyle w:val="Textedesaisie"/>
        <w:spacing w:before="400" w:after="400" w:line="240" w:lineRule="auto"/>
        <w:rPr>
          <w:sz w:val="18"/>
          <w:szCs w:val="18"/>
        </w:rPr>
      </w:pPr>
    </w:p>
    <w:p w14:paraId="52F72830"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soussigné, </w:t>
      </w:r>
      <w:r w:rsidR="002C1A2B">
        <w:rPr>
          <w:sz w:val="18"/>
          <w:szCs w:val="18"/>
        </w:rPr>
        <w:t>……………………………………..,</w:t>
      </w:r>
      <w:r w:rsidRPr="007270E0">
        <w:rPr>
          <w:sz w:val="18"/>
          <w:szCs w:val="18"/>
        </w:rPr>
        <w:t xml:space="preserve"> représentant légal de la société </w:t>
      </w:r>
      <w:r w:rsidR="002C1A2B">
        <w:rPr>
          <w:sz w:val="18"/>
          <w:szCs w:val="18"/>
        </w:rPr>
        <w:t>………………………………………………</w:t>
      </w:r>
      <w:r w:rsidRPr="007270E0">
        <w:rPr>
          <w:sz w:val="18"/>
          <w:szCs w:val="18"/>
        </w:rPr>
        <w:t xml:space="preserve">, </w:t>
      </w:r>
    </w:p>
    <w:p w14:paraId="6ECDA854" w14:textId="2501C2CC" w:rsidR="00C04A3D" w:rsidRPr="007270E0" w:rsidRDefault="00C04A3D" w:rsidP="007270E0">
      <w:pPr>
        <w:spacing w:after="240" w:line="240" w:lineRule="auto"/>
        <w:ind w:firstLine="567"/>
        <w:jc w:val="both"/>
        <w:rPr>
          <w:sz w:val="18"/>
          <w:szCs w:val="18"/>
        </w:rPr>
      </w:pPr>
      <w:r w:rsidRPr="007270E0">
        <w:rPr>
          <w:sz w:val="18"/>
          <w:szCs w:val="18"/>
        </w:rPr>
        <w:t>Candidat à l’attribution</w:t>
      </w:r>
      <w:r w:rsidR="002C1A2B">
        <w:rPr>
          <w:sz w:val="18"/>
          <w:szCs w:val="18"/>
        </w:rPr>
        <w:t xml:space="preserve"> d</w:t>
      </w:r>
      <w:r w:rsidR="00276B37">
        <w:rPr>
          <w:sz w:val="18"/>
          <w:szCs w:val="18"/>
        </w:rPr>
        <w:t xml:space="preserve">e la </w:t>
      </w:r>
      <w:r w:rsidR="002C1A2B">
        <w:rPr>
          <w:sz w:val="18"/>
          <w:szCs w:val="18"/>
        </w:rPr>
        <w:t>consultation numéro</w:t>
      </w:r>
      <w:r w:rsidR="00303F13">
        <w:rPr>
          <w:sz w:val="18"/>
          <w:szCs w:val="18"/>
        </w:rPr>
        <w:t xml:space="preserve"> </w:t>
      </w:r>
      <w:r w:rsidR="00820FAF">
        <w:rPr>
          <w:b/>
          <w:bCs/>
          <w:sz w:val="18"/>
          <w:szCs w:val="18"/>
        </w:rPr>
        <w:t>RDB</w:t>
      </w:r>
      <w:r w:rsidR="00276B37" w:rsidRPr="00FE7643">
        <w:rPr>
          <w:b/>
          <w:bCs/>
          <w:sz w:val="18"/>
          <w:szCs w:val="18"/>
        </w:rPr>
        <w:t xml:space="preserve"> </w:t>
      </w:r>
      <w:r w:rsidR="00276B37" w:rsidRPr="000E4278">
        <w:rPr>
          <w:b/>
          <w:bCs/>
          <w:sz w:val="18"/>
          <w:szCs w:val="18"/>
        </w:rPr>
        <w:t>0</w:t>
      </w:r>
      <w:r w:rsidR="0069066B">
        <w:rPr>
          <w:b/>
          <w:bCs/>
          <w:sz w:val="18"/>
          <w:szCs w:val="18"/>
        </w:rPr>
        <w:t>0</w:t>
      </w:r>
      <w:r w:rsidR="00820FAF">
        <w:rPr>
          <w:b/>
          <w:bCs/>
          <w:sz w:val="18"/>
          <w:szCs w:val="18"/>
        </w:rPr>
        <w:t>2</w:t>
      </w:r>
      <w:r w:rsidR="00276B37" w:rsidRPr="000E4278">
        <w:rPr>
          <w:b/>
          <w:bCs/>
          <w:sz w:val="18"/>
          <w:szCs w:val="18"/>
        </w:rPr>
        <w:t xml:space="preserve"> 202</w:t>
      </w:r>
      <w:r w:rsidR="0069066B">
        <w:rPr>
          <w:b/>
          <w:bCs/>
          <w:sz w:val="18"/>
          <w:szCs w:val="18"/>
        </w:rPr>
        <w:t>6</w:t>
      </w:r>
      <w:r w:rsidR="00276B37">
        <w:rPr>
          <w:sz w:val="18"/>
          <w:szCs w:val="18"/>
        </w:rPr>
        <w:t xml:space="preserve"> du GH Nord -</w:t>
      </w:r>
      <w:r w:rsidR="000E4278">
        <w:rPr>
          <w:sz w:val="18"/>
          <w:szCs w:val="18"/>
        </w:rPr>
        <w:t xml:space="preserve"> </w:t>
      </w:r>
      <w:r w:rsidRPr="007270E0">
        <w:rPr>
          <w:sz w:val="18"/>
          <w:szCs w:val="18"/>
        </w:rPr>
        <w:t xml:space="preserve">Assistance publique – hôpitaux de Paris, dont l’avis de marché a été publié </w:t>
      </w:r>
      <w:r w:rsidR="00276B37">
        <w:rPr>
          <w:sz w:val="18"/>
          <w:szCs w:val="18"/>
        </w:rPr>
        <w:t xml:space="preserve">en </w:t>
      </w:r>
      <w:r w:rsidR="0069066B">
        <w:rPr>
          <w:sz w:val="18"/>
          <w:szCs w:val="18"/>
        </w:rPr>
        <w:t xml:space="preserve">décembre </w:t>
      </w:r>
      <w:r w:rsidR="00276B37">
        <w:rPr>
          <w:sz w:val="18"/>
          <w:szCs w:val="18"/>
        </w:rPr>
        <w:t>2025</w:t>
      </w:r>
    </w:p>
    <w:p w14:paraId="62BF981F" w14:textId="77777777" w:rsidR="00C04A3D" w:rsidRPr="007270E0" w:rsidRDefault="00C04A3D" w:rsidP="007270E0">
      <w:pPr>
        <w:spacing w:after="240" w:line="240" w:lineRule="auto"/>
        <w:ind w:firstLine="567"/>
        <w:jc w:val="both"/>
        <w:rPr>
          <w:sz w:val="18"/>
          <w:szCs w:val="18"/>
        </w:rPr>
      </w:pPr>
      <w:r w:rsidRPr="007270E0">
        <w:rPr>
          <w:sz w:val="18"/>
          <w:szCs w:val="18"/>
        </w:rPr>
        <w:t xml:space="preserve">Déclare sur l’honneur : </w:t>
      </w:r>
    </w:p>
    <w:p w14:paraId="6B3BD5F8" w14:textId="77777777" w:rsidR="00C04A3D" w:rsidRPr="007270E0" w:rsidRDefault="007270E0" w:rsidP="00BB13E5">
      <w:pPr>
        <w:pStyle w:val="Paragraphedeliste"/>
        <w:numPr>
          <w:ilvl w:val="0"/>
          <w:numId w:val="17"/>
        </w:numPr>
        <w:spacing w:after="240" w:line="240" w:lineRule="auto"/>
        <w:ind w:left="3686"/>
        <w:jc w:val="both"/>
        <w:rPr>
          <w:sz w:val="18"/>
          <w:szCs w:val="18"/>
        </w:rPr>
      </w:pPr>
      <w:r>
        <w:rPr>
          <w:sz w:val="18"/>
          <w:szCs w:val="18"/>
        </w:rPr>
        <w:t>N</w:t>
      </w:r>
      <w:r w:rsidR="00C04A3D" w:rsidRPr="007270E0">
        <w:rPr>
          <w:sz w:val="18"/>
          <w:szCs w:val="18"/>
        </w:rPr>
        <w:t xml:space="preserve">e pas être un ressortissant russe ou une personne physique ou morale, une entité ou un organisme établi sur le territoire russe ; </w:t>
      </w:r>
    </w:p>
    <w:p w14:paraId="718C7CD5"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être détenu à plus de 50 %, et ce, de manière directe ou indirecte, par une entité établie sur le territoire russe ; </w:t>
      </w:r>
    </w:p>
    <w:p w14:paraId="359DED64"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agir pour le compte ou sur instruction d’une entité établie sur le territoire russe ou d’une entité détenue à plus de 50 % par une entité elle-même établie sur le territoire russe ; </w:t>
      </w:r>
    </w:p>
    <w:p w14:paraId="06A8F278"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avoir 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1A6A909B"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suis par ailleurs informé(e) que l’établissement d’une fausse déclaration, incomplète ou erronée m’expose à des sanctions pénales et à la résiliation du marché dont je suis titulaire. </w:t>
      </w:r>
    </w:p>
    <w:p w14:paraId="053A47D4" w14:textId="77777777" w:rsidR="00C04A3D" w:rsidRPr="007270E0" w:rsidRDefault="00C04A3D" w:rsidP="007270E0">
      <w:pPr>
        <w:spacing w:before="600" w:after="240" w:line="240" w:lineRule="auto"/>
        <w:jc w:val="right"/>
        <w:rPr>
          <w:sz w:val="18"/>
          <w:szCs w:val="18"/>
        </w:rPr>
      </w:pPr>
      <w:r w:rsidRPr="007270E0">
        <w:rPr>
          <w:sz w:val="18"/>
          <w:szCs w:val="18"/>
        </w:rPr>
        <w:t xml:space="preserve">Date et signature de la personne habilitée </w:t>
      </w:r>
    </w:p>
    <w:sectPr w:rsidR="00C04A3D" w:rsidRPr="007270E0" w:rsidSect="00F43A33">
      <w:headerReference w:type="default" r:id="rId10"/>
      <w:footerReference w:type="default" r:id="rId11"/>
      <w:headerReference w:type="first" r:id="rId12"/>
      <w:footerReference w:type="first" r:id="rId13"/>
      <w:type w:val="continuous"/>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F41E4" w14:textId="77777777" w:rsidR="008229C0" w:rsidRDefault="008229C0" w:rsidP="00F40A95">
      <w:r>
        <w:separator/>
      </w:r>
    </w:p>
  </w:endnote>
  <w:endnote w:type="continuationSeparator" w:id="0">
    <w:p w14:paraId="49320DC6" w14:textId="77777777" w:rsidR="008229C0" w:rsidRDefault="008229C0"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43100" w14:textId="77777777" w:rsidR="000D5811" w:rsidRDefault="000D5811">
    <w:pPr>
      <w:pStyle w:val="Pieddepage"/>
    </w:pPr>
  </w:p>
  <w:p w14:paraId="21F8A62B" w14:textId="77777777" w:rsidR="00567D81" w:rsidRDefault="00567D81">
    <w:pPr>
      <w:pStyle w:val="Pieddepage"/>
    </w:pPr>
  </w:p>
  <w:p w14:paraId="5B0B78F1" w14:textId="77777777" w:rsidR="00567D81" w:rsidRDefault="00567D81">
    <w:pPr>
      <w:pStyle w:val="Pieddepage"/>
    </w:pPr>
  </w:p>
  <w:p w14:paraId="622B8DA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BD2A5" w14:textId="77777777" w:rsidR="000D5811" w:rsidRDefault="000D5811">
    <w:pPr>
      <w:pStyle w:val="Pieddepage"/>
    </w:pPr>
  </w:p>
  <w:p w14:paraId="026CE7FA" w14:textId="77777777" w:rsidR="000D5811" w:rsidRDefault="000D5811">
    <w:pPr>
      <w:pStyle w:val="Pieddepage"/>
    </w:pPr>
  </w:p>
  <w:p w14:paraId="270C01D1" w14:textId="77777777" w:rsidR="00567D81" w:rsidRDefault="00567D81">
    <w:pPr>
      <w:pStyle w:val="Pieddepage"/>
    </w:pPr>
  </w:p>
  <w:p w14:paraId="12AE77E9"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273B3" w14:textId="77777777" w:rsidR="008229C0" w:rsidRDefault="008229C0" w:rsidP="00F40A95">
      <w:r>
        <w:separator/>
      </w:r>
    </w:p>
  </w:footnote>
  <w:footnote w:type="continuationSeparator" w:id="0">
    <w:p w14:paraId="66CBC98D" w14:textId="77777777" w:rsidR="008229C0" w:rsidRDefault="008229C0"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39B9639A" w14:textId="77777777" w:rsidTr="00615ABA">
      <w:trPr>
        <w:trHeight w:val="192"/>
      </w:trPr>
      <w:tc>
        <w:tcPr>
          <w:tcW w:w="11000" w:type="dxa"/>
          <w:gridSpan w:val="3"/>
          <w:vAlign w:val="bottom"/>
        </w:tcPr>
        <w:p w14:paraId="69FD6931" w14:textId="77777777" w:rsidR="00A33DCB" w:rsidRPr="003229F9" w:rsidRDefault="00A33DCB" w:rsidP="00A33DCB"/>
      </w:tc>
    </w:tr>
    <w:tr w:rsidR="00A33DCB" w14:paraId="53B1916C" w14:textId="77777777" w:rsidTr="00615ABA">
      <w:trPr>
        <w:trHeight w:val="192"/>
      </w:trPr>
      <w:tc>
        <w:tcPr>
          <w:tcW w:w="5217" w:type="dxa"/>
          <w:vAlign w:val="bottom"/>
        </w:tcPr>
        <w:p w14:paraId="182EECE1" w14:textId="77777777" w:rsidR="00A33DCB" w:rsidRPr="003229F9" w:rsidRDefault="00A33DCB" w:rsidP="00A33DCB">
          <w:pPr>
            <w:pStyle w:val="TextePieddepage"/>
          </w:pPr>
        </w:p>
      </w:tc>
      <w:tc>
        <w:tcPr>
          <w:tcW w:w="567" w:type="dxa"/>
          <w:vAlign w:val="bottom"/>
        </w:tcPr>
        <w:p w14:paraId="5B4236B9" w14:textId="77777777"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D67874">
            <w:rPr>
              <w:noProof/>
            </w:rPr>
            <w:t>2</w:t>
          </w:r>
          <w:r>
            <w:fldChar w:fldCharType="end"/>
          </w:r>
          <w:r w:rsidRPr="00F41386">
            <w:t>]</w:t>
          </w:r>
        </w:p>
      </w:tc>
      <w:tc>
        <w:tcPr>
          <w:tcW w:w="5216" w:type="dxa"/>
          <w:vAlign w:val="bottom"/>
        </w:tcPr>
        <w:p w14:paraId="163A3FE2" w14:textId="77777777" w:rsidR="00A33DCB" w:rsidRPr="003229F9" w:rsidRDefault="00A33DCB" w:rsidP="00A33DCB"/>
      </w:tc>
    </w:tr>
    <w:tr w:rsidR="00A33DCB" w14:paraId="458B98FB" w14:textId="77777777" w:rsidTr="00615ABA">
      <w:trPr>
        <w:trHeight w:hRule="exact" w:val="709"/>
      </w:trPr>
      <w:tc>
        <w:tcPr>
          <w:tcW w:w="11000" w:type="dxa"/>
          <w:gridSpan w:val="3"/>
          <w:vAlign w:val="bottom"/>
        </w:tcPr>
        <w:p w14:paraId="5E24D1A5" w14:textId="77777777" w:rsidR="00A33DCB" w:rsidRPr="003229F9" w:rsidRDefault="00A33DCB" w:rsidP="00A33DCB"/>
      </w:tc>
    </w:tr>
  </w:tbl>
  <w:p w14:paraId="1778C08F"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5C9DF3E3" w14:textId="77777777" w:rsidTr="00E66071">
      <w:trPr>
        <w:gridAfter w:val="1"/>
        <w:wAfter w:w="10858" w:type="dxa"/>
        <w:trHeight w:val="567"/>
      </w:trPr>
      <w:tc>
        <w:tcPr>
          <w:tcW w:w="142" w:type="dxa"/>
          <w:tcBorders>
            <w:top w:val="nil"/>
            <w:left w:val="nil"/>
            <w:bottom w:val="nil"/>
            <w:right w:val="nil"/>
          </w:tcBorders>
        </w:tcPr>
        <w:p w14:paraId="1A2D72E8" w14:textId="77777777" w:rsidR="00D67874" w:rsidRPr="00567D81" w:rsidRDefault="00D67874" w:rsidP="00567D81"/>
      </w:tc>
    </w:tr>
    <w:tr w:rsidR="00567D81" w:rsidRPr="00567D81" w14:paraId="15C521BD" w14:textId="77777777" w:rsidTr="00E66071">
      <w:trPr>
        <w:trHeight w:hRule="exact" w:val="340"/>
      </w:trPr>
      <w:tc>
        <w:tcPr>
          <w:tcW w:w="11000" w:type="dxa"/>
          <w:gridSpan w:val="2"/>
          <w:tcBorders>
            <w:top w:val="nil"/>
            <w:left w:val="nil"/>
            <w:bottom w:val="nil"/>
            <w:right w:val="nil"/>
          </w:tcBorders>
        </w:tcPr>
        <w:p w14:paraId="32A241DA" w14:textId="77777777" w:rsidR="00567D81" w:rsidRPr="00567D81" w:rsidRDefault="00567D81" w:rsidP="00567D81"/>
      </w:tc>
    </w:tr>
  </w:tbl>
  <w:p w14:paraId="46AC0575" w14:textId="77777777" w:rsidR="00B9798B" w:rsidRDefault="00736000" w:rsidP="00BD2278">
    <w:pPr>
      <w:pStyle w:val="En-tte"/>
      <w:spacing w:line="280" w:lineRule="exact"/>
    </w:pPr>
    <w:r>
      <w:rPr>
        <w:noProof/>
        <w:lang w:eastAsia="fr-FR"/>
      </w:rPr>
      <w:drawing>
        <wp:anchor distT="0" distB="0" distL="114300" distR="114300" simplePos="0" relativeHeight="251659264" behindDoc="0" locked="0" layoutInCell="1" allowOverlap="1" wp14:anchorId="5059863D" wp14:editId="157FB6F1">
          <wp:simplePos x="0" y="0"/>
          <wp:positionH relativeFrom="page">
            <wp:posOffset>2768600</wp:posOffset>
          </wp:positionH>
          <wp:positionV relativeFrom="page">
            <wp:posOffset>262890</wp:posOffset>
          </wp:positionV>
          <wp:extent cx="4683600" cy="1080000"/>
          <wp:effectExtent l="0" t="0" r="3175" b="635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1">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505A4360" w14:textId="77777777" w:rsidR="00B9798B" w:rsidRDefault="00B9798B" w:rsidP="00BD2278">
    <w:pPr>
      <w:pStyle w:val="En-tte"/>
      <w:spacing w:line="280" w:lineRule="exact"/>
    </w:pPr>
  </w:p>
  <w:p w14:paraId="31D7ACF7" w14:textId="77777777" w:rsidR="00B9798B" w:rsidRDefault="00B9798B" w:rsidP="00BD2278">
    <w:pPr>
      <w:pStyle w:val="En-tte"/>
      <w:spacing w:line="280" w:lineRule="exact"/>
    </w:pPr>
  </w:p>
  <w:p w14:paraId="3A135992" w14:textId="77777777" w:rsidR="00B9798B" w:rsidRDefault="00B9798B" w:rsidP="00BD2278">
    <w:pPr>
      <w:pStyle w:val="En-tte"/>
      <w:spacing w:line="280" w:lineRule="exact"/>
    </w:pPr>
  </w:p>
  <w:p w14:paraId="136007B7" w14:textId="77777777" w:rsidR="00B9798B" w:rsidRDefault="00B9798B" w:rsidP="00BD2278">
    <w:pPr>
      <w:pStyle w:val="En-tte"/>
      <w:spacing w:line="280" w:lineRule="exact"/>
    </w:pPr>
  </w:p>
  <w:p w14:paraId="6614AA81" w14:textId="77777777" w:rsidR="00B9798B" w:rsidRDefault="00B9798B" w:rsidP="00BD2278">
    <w:pPr>
      <w:pStyle w:val="En-tte"/>
      <w:spacing w:line="280" w:lineRule="exact"/>
    </w:pPr>
  </w:p>
  <w:p w14:paraId="41DE0B74" w14:textId="77777777" w:rsidR="00B9798B" w:rsidRDefault="00B9798B" w:rsidP="00BD2278">
    <w:pPr>
      <w:pStyle w:val="En-tte"/>
      <w:spacing w:line="280" w:lineRule="exact"/>
    </w:pPr>
  </w:p>
  <w:p w14:paraId="7E6A2CE4" w14:textId="77777777" w:rsidR="00B9798B" w:rsidRDefault="00B9798B" w:rsidP="00BD2278">
    <w:pPr>
      <w:pStyle w:val="En-tte"/>
      <w:spacing w:line="280" w:lineRule="exact"/>
    </w:pPr>
  </w:p>
  <w:p w14:paraId="4A49192B" w14:textId="77777777" w:rsidR="00B9798B" w:rsidRDefault="00BB5766" w:rsidP="00BD2278">
    <w:pPr>
      <w:pStyle w:val="En-tte"/>
      <w:spacing w:line="280" w:lineRule="exact"/>
    </w:pPr>
    <w:r>
      <w:rPr>
        <w:noProof/>
        <w:lang w:eastAsia="fr-FR"/>
      </w:rPr>
      <w:drawing>
        <wp:anchor distT="0" distB="0" distL="114300" distR="114300" simplePos="0" relativeHeight="251660288" behindDoc="1" locked="0" layoutInCell="1" allowOverlap="1" wp14:anchorId="5F99FACA" wp14:editId="3136FCE9">
          <wp:simplePos x="0" y="0"/>
          <wp:positionH relativeFrom="column">
            <wp:posOffset>-472440</wp:posOffset>
          </wp:positionH>
          <wp:positionV relativeFrom="paragraph">
            <wp:posOffset>228600</wp:posOffset>
          </wp:positionV>
          <wp:extent cx="2181225" cy="1218565"/>
          <wp:effectExtent l="0" t="0" r="0" b="0"/>
          <wp:wrapTight wrapText="bothSides">
            <wp:wrapPolygon edited="0">
              <wp:start x="7169" y="4390"/>
              <wp:lineTo x="2452" y="5065"/>
              <wp:lineTo x="2075" y="5403"/>
              <wp:lineTo x="2075" y="16546"/>
              <wp:lineTo x="17921" y="16546"/>
              <wp:lineTo x="17921" y="15871"/>
              <wp:lineTo x="17167" y="10468"/>
              <wp:lineTo x="18110" y="6754"/>
              <wp:lineTo x="17921" y="4390"/>
              <wp:lineTo x="7169" y="4390"/>
            </wp:wrapPolygon>
          </wp:wrapTight>
          <wp:docPr id="4" name="Image 4" descr="Logo_Nord_AP-HP_Nord_-_Universite_de_Pa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ord_AP-HP_Nord_-_Universite_de_Pari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12185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767A7" w14:textId="77777777" w:rsidR="00B9798B" w:rsidRDefault="00B9798B" w:rsidP="00BD2278">
    <w:pPr>
      <w:pStyle w:val="En-tte"/>
      <w:spacing w:line="280" w:lineRule="exact"/>
    </w:pPr>
  </w:p>
  <w:p w14:paraId="41305420" w14:textId="77777777" w:rsidR="00B9798B" w:rsidRDefault="00B9798B" w:rsidP="00BD2278">
    <w:pPr>
      <w:pStyle w:val="En-tte"/>
      <w:spacing w:line="280" w:lineRule="exact"/>
    </w:pPr>
  </w:p>
  <w:p w14:paraId="76181D2C" w14:textId="77777777" w:rsidR="00B9798B" w:rsidRDefault="00B9798B" w:rsidP="00BD2278">
    <w:pPr>
      <w:pStyle w:val="En-tte"/>
      <w:spacing w:line="280" w:lineRule="exact"/>
    </w:pPr>
  </w:p>
  <w:p w14:paraId="1624211D" w14:textId="77777777" w:rsidR="00B9798B" w:rsidRDefault="00B9798B" w:rsidP="00BD2278">
    <w:pPr>
      <w:pStyle w:val="En-tte"/>
      <w:spacing w:line="280" w:lineRule="exact"/>
    </w:pPr>
  </w:p>
  <w:p w14:paraId="03172064" w14:textId="77777777" w:rsidR="00B9798B" w:rsidRDefault="00B9798B" w:rsidP="00BD2278">
    <w:pPr>
      <w:pStyle w:val="En-tte"/>
      <w:spacing w:line="280" w:lineRule="exact"/>
    </w:pPr>
  </w:p>
  <w:p w14:paraId="2942616A" w14:textId="77777777" w:rsidR="00B9798B" w:rsidRDefault="00B9798B" w:rsidP="00BD2278">
    <w:pPr>
      <w:pStyle w:val="En-tte"/>
      <w:spacing w:line="280" w:lineRule="exact"/>
    </w:pPr>
  </w:p>
  <w:p w14:paraId="729FE51E" w14:textId="77777777" w:rsidR="0087564A" w:rsidRPr="00436B9C" w:rsidRDefault="0087564A" w:rsidP="00436B9C">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1E4"/>
    <w:rsid w:val="000114C6"/>
    <w:rsid w:val="00051F22"/>
    <w:rsid w:val="00084765"/>
    <w:rsid w:val="00090957"/>
    <w:rsid w:val="000C4583"/>
    <w:rsid w:val="000C711B"/>
    <w:rsid w:val="000D5811"/>
    <w:rsid w:val="000E3333"/>
    <w:rsid w:val="000E4278"/>
    <w:rsid w:val="000F6B2E"/>
    <w:rsid w:val="0012397B"/>
    <w:rsid w:val="001445E3"/>
    <w:rsid w:val="00161D36"/>
    <w:rsid w:val="00161DA2"/>
    <w:rsid w:val="001627DC"/>
    <w:rsid w:val="001A0715"/>
    <w:rsid w:val="001D1614"/>
    <w:rsid w:val="001E6CFD"/>
    <w:rsid w:val="001F38B8"/>
    <w:rsid w:val="002019AB"/>
    <w:rsid w:val="0022180D"/>
    <w:rsid w:val="00241AB2"/>
    <w:rsid w:val="00276B37"/>
    <w:rsid w:val="002913D1"/>
    <w:rsid w:val="002A77BE"/>
    <w:rsid w:val="002B4EDF"/>
    <w:rsid w:val="002C1A2B"/>
    <w:rsid w:val="002D7555"/>
    <w:rsid w:val="002E0EB3"/>
    <w:rsid w:val="003018D8"/>
    <w:rsid w:val="00303F13"/>
    <w:rsid w:val="00307881"/>
    <w:rsid w:val="0036102E"/>
    <w:rsid w:val="00370CC5"/>
    <w:rsid w:val="00382644"/>
    <w:rsid w:val="00397BF1"/>
    <w:rsid w:val="00397DCE"/>
    <w:rsid w:val="003B64CF"/>
    <w:rsid w:val="003C0B9A"/>
    <w:rsid w:val="003C7C34"/>
    <w:rsid w:val="004031AD"/>
    <w:rsid w:val="00405945"/>
    <w:rsid w:val="00420E88"/>
    <w:rsid w:val="0042108A"/>
    <w:rsid w:val="00436B9C"/>
    <w:rsid w:val="004454A7"/>
    <w:rsid w:val="004535B7"/>
    <w:rsid w:val="00462092"/>
    <w:rsid w:val="00481F50"/>
    <w:rsid w:val="004901F4"/>
    <w:rsid w:val="004971BD"/>
    <w:rsid w:val="004E540A"/>
    <w:rsid w:val="004F15B0"/>
    <w:rsid w:val="00505233"/>
    <w:rsid w:val="00507396"/>
    <w:rsid w:val="005232F9"/>
    <w:rsid w:val="0053298C"/>
    <w:rsid w:val="00550AF2"/>
    <w:rsid w:val="00567D81"/>
    <w:rsid w:val="0057028C"/>
    <w:rsid w:val="005766F2"/>
    <w:rsid w:val="00586542"/>
    <w:rsid w:val="0059207F"/>
    <w:rsid w:val="005971E4"/>
    <w:rsid w:val="005B44AB"/>
    <w:rsid w:val="005B5A43"/>
    <w:rsid w:val="006177F6"/>
    <w:rsid w:val="00640112"/>
    <w:rsid w:val="00657B57"/>
    <w:rsid w:val="00681F64"/>
    <w:rsid w:val="0069011D"/>
    <w:rsid w:val="0069066B"/>
    <w:rsid w:val="006940ED"/>
    <w:rsid w:val="006A43B0"/>
    <w:rsid w:val="006B108E"/>
    <w:rsid w:val="006B12AB"/>
    <w:rsid w:val="006C296F"/>
    <w:rsid w:val="006D2E36"/>
    <w:rsid w:val="006F14D1"/>
    <w:rsid w:val="006F291F"/>
    <w:rsid w:val="006F538E"/>
    <w:rsid w:val="007270E0"/>
    <w:rsid w:val="0073231A"/>
    <w:rsid w:val="00736000"/>
    <w:rsid w:val="00753E69"/>
    <w:rsid w:val="00762187"/>
    <w:rsid w:val="00762D0A"/>
    <w:rsid w:val="00777036"/>
    <w:rsid w:val="007A3D50"/>
    <w:rsid w:val="007A4C7B"/>
    <w:rsid w:val="007A6549"/>
    <w:rsid w:val="0081471A"/>
    <w:rsid w:val="00820FAF"/>
    <w:rsid w:val="00820FB2"/>
    <w:rsid w:val="008229C0"/>
    <w:rsid w:val="008506C3"/>
    <w:rsid w:val="0087564A"/>
    <w:rsid w:val="008A0E3C"/>
    <w:rsid w:val="008C158B"/>
    <w:rsid w:val="008C7F3B"/>
    <w:rsid w:val="008D77DD"/>
    <w:rsid w:val="009167B1"/>
    <w:rsid w:val="00971591"/>
    <w:rsid w:val="00972F55"/>
    <w:rsid w:val="009732B5"/>
    <w:rsid w:val="009764FA"/>
    <w:rsid w:val="00977EA0"/>
    <w:rsid w:val="00994F9D"/>
    <w:rsid w:val="009B5827"/>
    <w:rsid w:val="009C4384"/>
    <w:rsid w:val="009F0950"/>
    <w:rsid w:val="00A212E9"/>
    <w:rsid w:val="00A216C0"/>
    <w:rsid w:val="00A33DCB"/>
    <w:rsid w:val="00A54B54"/>
    <w:rsid w:val="00A67D96"/>
    <w:rsid w:val="00A76DFD"/>
    <w:rsid w:val="00A91E76"/>
    <w:rsid w:val="00AC318C"/>
    <w:rsid w:val="00AD52B6"/>
    <w:rsid w:val="00AF01DA"/>
    <w:rsid w:val="00AF7B4B"/>
    <w:rsid w:val="00B24A66"/>
    <w:rsid w:val="00B31AB9"/>
    <w:rsid w:val="00B46D28"/>
    <w:rsid w:val="00B505CC"/>
    <w:rsid w:val="00B57222"/>
    <w:rsid w:val="00B9798B"/>
    <w:rsid w:val="00BA01A7"/>
    <w:rsid w:val="00BA5D88"/>
    <w:rsid w:val="00BB13E5"/>
    <w:rsid w:val="00BB5766"/>
    <w:rsid w:val="00BD2278"/>
    <w:rsid w:val="00C04A3D"/>
    <w:rsid w:val="00C074F8"/>
    <w:rsid w:val="00C10793"/>
    <w:rsid w:val="00C30949"/>
    <w:rsid w:val="00C543FF"/>
    <w:rsid w:val="00C82713"/>
    <w:rsid w:val="00C840F8"/>
    <w:rsid w:val="00CB3131"/>
    <w:rsid w:val="00CE66AE"/>
    <w:rsid w:val="00D103A3"/>
    <w:rsid w:val="00D45B22"/>
    <w:rsid w:val="00D45B3A"/>
    <w:rsid w:val="00D67874"/>
    <w:rsid w:val="00D85F41"/>
    <w:rsid w:val="00D879FA"/>
    <w:rsid w:val="00DB19C3"/>
    <w:rsid w:val="00DB2103"/>
    <w:rsid w:val="00DF66AA"/>
    <w:rsid w:val="00E02555"/>
    <w:rsid w:val="00E2487C"/>
    <w:rsid w:val="00E34CFC"/>
    <w:rsid w:val="00E4654E"/>
    <w:rsid w:val="00E51BD7"/>
    <w:rsid w:val="00E66071"/>
    <w:rsid w:val="00E772BA"/>
    <w:rsid w:val="00E8652E"/>
    <w:rsid w:val="00E90517"/>
    <w:rsid w:val="00EB3FE0"/>
    <w:rsid w:val="00ED09B1"/>
    <w:rsid w:val="00ED1930"/>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E7643"/>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10534D2"/>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paragraph" w:customStyle="1" w:styleId="Normal1">
    <w:name w:val="Normal1"/>
    <w:rsid w:val="004E540A"/>
    <w:pPr>
      <w:spacing w:line="278" w:lineRule="atLeast"/>
    </w:pPr>
    <w:rPr>
      <w:rFonts w:ascii="Helvetica" w:eastAsia="Times New Roman" w:hAnsi="Helvetica"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ara.saroumi@aphp.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iara.saroumi@aphp.fr"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12A09-9320-4A99-B2F6-12B387A9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14</TotalTime>
  <Pages>1</Pages>
  <Words>202</Words>
  <Characters>1117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SAROUMI Ziara</cp:lastModifiedBy>
  <cp:revision>19</cp:revision>
  <cp:lastPrinted>2022-04-29T07:27:00Z</cp:lastPrinted>
  <dcterms:created xsi:type="dcterms:W3CDTF">2022-05-03T08:08:00Z</dcterms:created>
  <dcterms:modified xsi:type="dcterms:W3CDTF">2025-12-23T08:46:00Z</dcterms:modified>
</cp:coreProperties>
</file>